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BCA51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7164D0C8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C65774">
        <w:rPr>
          <w:rFonts w:ascii="Corbel" w:hAnsi="Corbel"/>
          <w:i/>
          <w:smallCaps/>
          <w:sz w:val="24"/>
          <w:szCs w:val="24"/>
        </w:rPr>
        <w:t>2</w:t>
      </w:r>
      <w:r w:rsidR="00DC6D0C" w:rsidRPr="00C9499B">
        <w:rPr>
          <w:rFonts w:ascii="Corbel" w:hAnsi="Corbel"/>
          <w:i/>
          <w:smallCaps/>
          <w:sz w:val="24"/>
          <w:szCs w:val="24"/>
        </w:rPr>
        <w:t>-</w:t>
      </w:r>
      <w:r w:rsidR="00C65774">
        <w:rPr>
          <w:rFonts w:ascii="Corbel" w:hAnsi="Corbel"/>
          <w:i/>
          <w:smallCaps/>
          <w:sz w:val="24"/>
          <w:szCs w:val="24"/>
        </w:rPr>
        <w:t>2024</w:t>
      </w:r>
    </w:p>
    <w:p w14:paraId="3DA58E8B" w14:textId="75C7A048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C65774">
        <w:rPr>
          <w:rFonts w:ascii="Corbel" w:hAnsi="Corbel"/>
          <w:sz w:val="20"/>
          <w:szCs w:val="20"/>
        </w:rPr>
        <w:t>3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C65774">
        <w:rPr>
          <w:rFonts w:ascii="Corbel" w:hAnsi="Corbel"/>
          <w:sz w:val="20"/>
          <w:szCs w:val="20"/>
        </w:rPr>
        <w:t>4</w:t>
      </w:r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E8F8ED1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442B51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37DE9D35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Określa zasady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054F1118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162296BE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746F9C0E" w14:textId="71B511BC" w:rsidR="00FC2D50" w:rsidRDefault="00FC2D5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4A765D18" w14:textId="045DE878" w:rsidR="00600F00" w:rsidRP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78C2B0FB" w14:textId="51C36846" w:rsidR="00FC2D50" w:rsidRPr="00FC2D50" w:rsidRDefault="00600F0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5F8CCFC1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 w:rsidR="00600F00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20DA945" w14:textId="335AFF83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perspektyw poznawczych.</w:t>
            </w:r>
            <w:r w:rsidR="006A4543" w:rsidRPr="00FC2D50">
              <w:rPr>
                <w:rFonts w:ascii="Corbel" w:hAnsi="Corbel"/>
                <w:sz w:val="24"/>
              </w:rPr>
              <w:t xml:space="preserve"> Posiada umiejętność samodzielnego </w:t>
            </w:r>
            <w:r w:rsidR="006A4543" w:rsidRPr="00FC2D50">
              <w:rPr>
                <w:rFonts w:ascii="Corbel" w:hAnsi="Corbel"/>
                <w:sz w:val="24"/>
              </w:rPr>
              <w:lastRenderedPageBreak/>
              <w:t>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0868F1A0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E14E4FE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23644E" w14:textId="3D0A4564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6673B469" w14:textId="5DFB418F" w:rsid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67740A0E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9B2AE79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B0EF01B" w14:textId="77777777" w:rsidR="006A4543" w:rsidRPr="00FC2D50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5CC51AD4" w14:textId="52769C3D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3742283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6A454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3FCEB852" w14:textId="77777777" w:rsidR="00306A49" w:rsidRDefault="00306A49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196B4201" w14:textId="715E0ABC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3DE2B09C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="00306A49"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503DC1DF" w:rsidR="00B266F5" w:rsidRPr="00C9499B" w:rsidRDefault="00306A49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67B6D" w14:textId="77777777" w:rsidR="00DA7A67" w:rsidRDefault="00DA7A67" w:rsidP="00C16ABF">
      <w:pPr>
        <w:spacing w:after="0" w:line="240" w:lineRule="auto"/>
      </w:pPr>
      <w:r>
        <w:separator/>
      </w:r>
    </w:p>
  </w:endnote>
  <w:endnote w:type="continuationSeparator" w:id="0">
    <w:p w14:paraId="4E521E1B" w14:textId="77777777" w:rsidR="00DA7A67" w:rsidRDefault="00DA7A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1840B" w14:textId="77777777" w:rsidR="00DA7A67" w:rsidRDefault="00DA7A67" w:rsidP="00C16ABF">
      <w:pPr>
        <w:spacing w:after="0" w:line="240" w:lineRule="auto"/>
      </w:pPr>
      <w:r>
        <w:separator/>
      </w:r>
    </w:p>
  </w:footnote>
  <w:footnote w:type="continuationSeparator" w:id="0">
    <w:p w14:paraId="3CFB4B01" w14:textId="77777777" w:rsidR="00DA7A67" w:rsidRDefault="00DA7A67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06A49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641A"/>
    <w:rsid w:val="00414E3C"/>
    <w:rsid w:val="0042244A"/>
    <w:rsid w:val="0042409E"/>
    <w:rsid w:val="0042745A"/>
    <w:rsid w:val="00431D5C"/>
    <w:rsid w:val="004362C6"/>
    <w:rsid w:val="00437FA2"/>
    <w:rsid w:val="00442B51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3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6DC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D73B1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3764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07619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774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A6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7C2"/>
    <w:rsid w:val="00EE32DE"/>
    <w:rsid w:val="00EE5457"/>
    <w:rsid w:val="00F017A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50"/>
    <w:rsid w:val="00FC3F45"/>
    <w:rsid w:val="00FD503F"/>
    <w:rsid w:val="00FD7589"/>
    <w:rsid w:val="00FF016A"/>
    <w:rsid w:val="00FF1401"/>
    <w:rsid w:val="00FF3524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B50B26-D068-46DE-AF21-4C1A2FE4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11D06B-9C68-44C4-8DA3-C52BA875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2022-05-25T18:41:00Z</dcterms:created>
  <dcterms:modified xsi:type="dcterms:W3CDTF">2022-09-19T08:52:00Z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